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0222D194" w14:textId="77777777" w:rsidTr="00050DA7">
        <w:tc>
          <w:tcPr>
            <w:tcW w:w="4428" w:type="dxa"/>
          </w:tcPr>
          <w:p w14:paraId="3DE4EEB2" w14:textId="77777777" w:rsidR="000348ED" w:rsidRPr="00F74732" w:rsidRDefault="005D05AC" w:rsidP="00F74732">
            <w:pPr>
              <w:tabs>
                <w:tab w:val="left" w:pos="851"/>
              </w:tabs>
            </w:pPr>
            <w:r w:rsidRPr="00F74732">
              <w:t>From:</w:t>
            </w:r>
            <w:r w:rsidRPr="00F74732">
              <w:tab/>
            </w:r>
            <w:r w:rsidR="00F74732" w:rsidRPr="00F74732">
              <w:t>e-NAV</w:t>
            </w:r>
            <w:r w:rsidR="00CA04AF" w:rsidRPr="00F74732">
              <w:t xml:space="preserve"> </w:t>
            </w:r>
            <w:r w:rsidRPr="00F74732">
              <w:t>C</w:t>
            </w:r>
            <w:r w:rsidR="00050DA7" w:rsidRPr="00F74732">
              <w:t>ommittee</w:t>
            </w:r>
          </w:p>
        </w:tc>
        <w:tc>
          <w:tcPr>
            <w:tcW w:w="5461" w:type="dxa"/>
          </w:tcPr>
          <w:p w14:paraId="6211D6D0" w14:textId="616AC9EB" w:rsidR="006F30A6" w:rsidRDefault="006F30A6" w:rsidP="004E2B66">
            <w:pPr>
              <w:jc w:val="right"/>
            </w:pPr>
            <w:r>
              <w:t>ANM18/13/8</w:t>
            </w:r>
          </w:p>
          <w:p w14:paraId="12A5EA86" w14:textId="441E8645" w:rsidR="000348ED" w:rsidRPr="00B15B24" w:rsidRDefault="006F30A6" w:rsidP="004E2B66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F74732">
              <w:t>e-NAV11</w:t>
            </w:r>
            <w:r w:rsidR="005D05AC" w:rsidRPr="00B15B24">
              <w:t>/output/</w:t>
            </w:r>
            <w:r w:rsidR="004E2B66" w:rsidRPr="004E2B66">
              <w:t>14</w:t>
            </w:r>
          </w:p>
        </w:tc>
      </w:tr>
      <w:tr w:rsidR="000348ED" w:rsidRPr="00B15B24" w14:paraId="54458973" w14:textId="77777777" w:rsidTr="00050DA7">
        <w:tc>
          <w:tcPr>
            <w:tcW w:w="4428" w:type="dxa"/>
          </w:tcPr>
          <w:p w14:paraId="0CCEC567" w14:textId="77777777" w:rsidR="000348ED" w:rsidRPr="00F74732" w:rsidRDefault="005D05AC" w:rsidP="00F74732">
            <w:pPr>
              <w:tabs>
                <w:tab w:val="left" w:pos="851"/>
              </w:tabs>
            </w:pPr>
            <w:r w:rsidRPr="00F74732">
              <w:t>To:</w:t>
            </w:r>
            <w:r w:rsidRPr="00F74732">
              <w:tab/>
            </w:r>
            <w:r w:rsidR="00F74732" w:rsidRPr="00F74732">
              <w:t>ANM</w:t>
            </w:r>
            <w:r w:rsidR="00CA04AF" w:rsidRPr="00F74732">
              <w:t xml:space="preserve"> </w:t>
            </w:r>
            <w:r w:rsidR="00902AA4" w:rsidRPr="00F74732">
              <w:t>Committee</w:t>
            </w:r>
            <w:bookmarkStart w:id="0" w:name="_GoBack"/>
            <w:bookmarkEnd w:id="0"/>
          </w:p>
        </w:tc>
        <w:tc>
          <w:tcPr>
            <w:tcW w:w="5461" w:type="dxa"/>
          </w:tcPr>
          <w:p w14:paraId="7377C175" w14:textId="77777777" w:rsidR="000348ED" w:rsidRPr="00B15B24" w:rsidRDefault="00F74732" w:rsidP="00F74732">
            <w:pPr>
              <w:jc w:val="right"/>
            </w:pPr>
            <w:r>
              <w:t>30 March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0AB6D753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236F36C3" w14:textId="77777777" w:rsidR="000348ED" w:rsidRPr="00B15B24" w:rsidRDefault="00740BA6" w:rsidP="005D05AC">
      <w:pPr>
        <w:pStyle w:val="Title"/>
        <w:spacing w:after="120"/>
      </w:pPr>
      <w:r>
        <w:rPr>
          <w:color w:val="000000"/>
        </w:rPr>
        <w:t xml:space="preserve">Draft </w:t>
      </w:r>
      <w:r w:rsidR="00F74732">
        <w:rPr>
          <w:color w:val="000000"/>
        </w:rPr>
        <w:t xml:space="preserve">IALA Guideline on the Global Sharing of Maritime Data &amp; Information </w:t>
      </w:r>
    </w:p>
    <w:p w14:paraId="7C94A5BC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6DA727C3" w14:textId="77777777" w:rsidR="00B8247E" w:rsidRPr="00B15B24" w:rsidRDefault="00F74732" w:rsidP="00002906">
      <w:pPr>
        <w:pStyle w:val="BodyText"/>
      </w:pPr>
      <w:r w:rsidRPr="007C3959">
        <w:t xml:space="preserve">As requested by ANM (e-NAV11/10/6), the e-NAV Committee has reviewed the draft Guideline on the Global Sharing of Maritime Data.  </w:t>
      </w:r>
    </w:p>
    <w:p w14:paraId="40AD5774" w14:textId="77777777" w:rsidR="00902AA4" w:rsidRPr="00B15B24" w:rsidRDefault="00F74732" w:rsidP="00135447">
      <w:pPr>
        <w:pStyle w:val="Heading1"/>
        <w:rPr>
          <w:lang w:val="en-GB"/>
        </w:rPr>
      </w:pPr>
      <w:r>
        <w:rPr>
          <w:lang w:val="en-GB"/>
        </w:rPr>
        <w:t>Review of Draft Guideline</w:t>
      </w:r>
    </w:p>
    <w:p w14:paraId="5500E178" w14:textId="77777777" w:rsidR="00902AA4" w:rsidRPr="00002EBF" w:rsidRDefault="00F74732" w:rsidP="00002906">
      <w:pPr>
        <w:pStyle w:val="BodyText"/>
      </w:pPr>
      <w:r w:rsidRPr="00002EBF">
        <w:t xml:space="preserve">The e-NAV Committee recommends </w:t>
      </w:r>
      <w:r w:rsidR="007C3959" w:rsidRPr="00002EBF">
        <w:t xml:space="preserve">the </w:t>
      </w:r>
      <w:r w:rsidRPr="00002EBF">
        <w:t xml:space="preserve">proposed </w:t>
      </w:r>
      <w:r w:rsidR="007C3959" w:rsidRPr="00002EBF">
        <w:t xml:space="preserve">minor </w:t>
      </w:r>
      <w:proofErr w:type="gramStart"/>
      <w:r w:rsidRPr="00002EBF">
        <w:t>edits</w:t>
      </w:r>
      <w:proofErr w:type="gramEnd"/>
      <w:r w:rsidRPr="00002EBF">
        <w:t xml:space="preserve"> found in track changes</w:t>
      </w:r>
      <w:r w:rsidR="00740BA6" w:rsidRPr="00002EBF">
        <w:t xml:space="preserve"> (some accompanied by explanatory comments)</w:t>
      </w:r>
      <w:r w:rsidR="007C3959" w:rsidRPr="00002EBF">
        <w:t xml:space="preserve"> to the document</w:t>
      </w:r>
      <w:r w:rsidR="004E2B66">
        <w:t xml:space="preserve"> (e-NAV11/output/15)</w:t>
      </w:r>
      <w:r w:rsidRPr="00002EBF">
        <w:t xml:space="preserve">.  </w:t>
      </w:r>
      <w:r w:rsidR="00740BA6" w:rsidRPr="00002EBF">
        <w:t xml:space="preserve">In addition, </w:t>
      </w:r>
      <w:r w:rsidRPr="00002EBF">
        <w:t xml:space="preserve">Table 1 in Section 6.1 </w:t>
      </w:r>
      <w:r w:rsidR="004E2B66">
        <w:t>on ‘</w:t>
      </w:r>
      <w:r w:rsidR="007C3959" w:rsidRPr="00002EBF">
        <w:t>Existing</w:t>
      </w:r>
      <w:r w:rsidR="004E2B66">
        <w:t xml:space="preserve"> Maritime Data Exchange systems’</w:t>
      </w:r>
      <w:r w:rsidR="007C3959" w:rsidRPr="00002EBF">
        <w:t xml:space="preserve"> </w:t>
      </w:r>
      <w:r w:rsidRPr="00002EBF">
        <w:t xml:space="preserve">has </w:t>
      </w:r>
      <w:r w:rsidR="00002EBF" w:rsidRPr="00002EBF">
        <w:t>been updated</w:t>
      </w:r>
      <w:r w:rsidR="00B16546">
        <w:t xml:space="preserve"> and Section 6.8 includes new proposed text</w:t>
      </w:r>
      <w:r w:rsidR="00002EBF" w:rsidRPr="00002EBF">
        <w:t>.</w:t>
      </w:r>
      <w:r w:rsidRPr="00002EBF">
        <w:t xml:space="preserve">  </w:t>
      </w:r>
      <w:r w:rsidR="00002EBF" w:rsidRPr="00002EBF">
        <w:t>T</w:t>
      </w:r>
      <w:r w:rsidR="007C3959" w:rsidRPr="00002EBF">
        <w:t xml:space="preserve">he e-NAV Committee notes that there is a call for </w:t>
      </w:r>
      <w:r w:rsidR="00002EBF" w:rsidRPr="00002EBF">
        <w:t xml:space="preserve">this </w:t>
      </w:r>
      <w:r w:rsidR="007C3959" w:rsidRPr="00002EBF">
        <w:t xml:space="preserve">document by </w:t>
      </w:r>
      <w:r w:rsidR="00002EBF">
        <w:t xml:space="preserve">the workshop participants and other </w:t>
      </w:r>
      <w:r w:rsidR="007C3959" w:rsidRPr="00002EBF">
        <w:t>IALA Members</w:t>
      </w:r>
      <w:r w:rsidR="004E2B66">
        <w:t>.</w:t>
      </w:r>
    </w:p>
    <w:p w14:paraId="1DD69AC1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4CFB8FA4" w14:textId="207B4B42" w:rsidR="00630F7F" w:rsidRPr="00002EBF" w:rsidRDefault="00902AA4" w:rsidP="00881B9A">
      <w:pPr>
        <w:pStyle w:val="BodyText"/>
      </w:pPr>
      <w:r w:rsidRPr="00002EBF">
        <w:t xml:space="preserve">The </w:t>
      </w:r>
      <w:r w:rsidR="00F74732" w:rsidRPr="00002EBF">
        <w:t>ANM C</w:t>
      </w:r>
      <w:r w:rsidRPr="00002EBF">
        <w:t>ommittee is requested to</w:t>
      </w:r>
      <w:r w:rsidR="00881B9A">
        <w:t xml:space="preserve"> </w:t>
      </w:r>
      <w:r w:rsidR="00F74732" w:rsidRPr="00002EBF">
        <w:t>consider the pro</w:t>
      </w:r>
      <w:r w:rsidR="00753CDE">
        <w:t>posed minor edits in the Draft G</w:t>
      </w:r>
      <w:r w:rsidR="00F74732" w:rsidRPr="00002EBF">
        <w:t>uideline</w:t>
      </w:r>
      <w:r w:rsidR="004E2B66">
        <w:t xml:space="preserve"> (e-NAV11/output/15)</w:t>
      </w:r>
      <w:r w:rsidR="00F74732" w:rsidRPr="00002EBF">
        <w:t xml:space="preserve"> and decide as appropriate. </w:t>
      </w:r>
    </w:p>
    <w:sectPr w:rsidR="00630F7F" w:rsidRPr="00002EBF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BD63B" w14:textId="77777777" w:rsidR="00E971ED" w:rsidRDefault="00E971ED" w:rsidP="00002906">
      <w:r>
        <w:separator/>
      </w:r>
    </w:p>
  </w:endnote>
  <w:endnote w:type="continuationSeparator" w:id="0">
    <w:p w14:paraId="276927CB" w14:textId="77777777" w:rsidR="00E971ED" w:rsidRDefault="00E971E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04F0C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30A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262E3" w14:textId="77777777" w:rsidR="00E971ED" w:rsidRDefault="00E971ED" w:rsidP="00002906">
      <w:r>
        <w:separator/>
      </w:r>
    </w:p>
  </w:footnote>
  <w:footnote w:type="continuationSeparator" w:id="0">
    <w:p w14:paraId="1E89E648" w14:textId="77777777" w:rsidR="00E971ED" w:rsidRDefault="00E971E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32"/>
    <w:rsid w:val="00002906"/>
    <w:rsid w:val="00002EBF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4E2B66"/>
    <w:rsid w:val="00526628"/>
    <w:rsid w:val="005D05AC"/>
    <w:rsid w:val="00612650"/>
    <w:rsid w:val="00630F7F"/>
    <w:rsid w:val="0064435F"/>
    <w:rsid w:val="006D470F"/>
    <w:rsid w:val="006F30A6"/>
    <w:rsid w:val="00727E88"/>
    <w:rsid w:val="00740BA6"/>
    <w:rsid w:val="00753CDE"/>
    <w:rsid w:val="00775878"/>
    <w:rsid w:val="007C3959"/>
    <w:rsid w:val="0080092C"/>
    <w:rsid w:val="00872453"/>
    <w:rsid w:val="00881B9A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16546"/>
    <w:rsid w:val="00B8247E"/>
    <w:rsid w:val="00CA04AF"/>
    <w:rsid w:val="00E93C9B"/>
    <w:rsid w:val="00E971ED"/>
    <w:rsid w:val="00EE3F2F"/>
    <w:rsid w:val="00F73F78"/>
    <w:rsid w:val="00F74732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1C2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uest\Desktop\ANM%20Liaison%20Note_GSMD%20Guideli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Settings\Guest\Desktop\ANM Liaison Note_GSMD Guideline.dotx</Template>
  <TotalTime>104</TotalTime>
  <Pages>1</Pages>
  <Words>150</Words>
  <Characters>779</Characters>
  <Application>Microsoft Macintosh Word</Application>
  <DocSecurity>0</DocSecurity>
  <Lines>23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</dc:creator>
  <cp:lastModifiedBy>Mike Hadley (Home)</cp:lastModifiedBy>
  <cp:revision>6</cp:revision>
  <cp:lastPrinted>2006-10-19T10:49:00Z</cp:lastPrinted>
  <dcterms:created xsi:type="dcterms:W3CDTF">2012-03-27T14:41:00Z</dcterms:created>
  <dcterms:modified xsi:type="dcterms:W3CDTF">2012-04-10T09:42:00Z</dcterms:modified>
</cp:coreProperties>
</file>